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E960BB" w:rsidRDefault="00997F14" w:rsidP="00A75563">
      <w:pPr>
        <w:pStyle w:val="Tytu"/>
      </w:pPr>
      <w:r>
        <w:t xml:space="preserve">   </w:t>
      </w:r>
      <w:r w:rsidR="00CD6897">
        <w:tab/>
      </w:r>
      <w:r w:rsidR="00CD6897">
        <w:tab/>
      </w:r>
      <w:r w:rsidR="00CD6897">
        <w:tab/>
      </w:r>
      <w:r w:rsidR="00CD6897">
        <w:tab/>
      </w:r>
      <w:r w:rsidR="00CD6897">
        <w:tab/>
      </w:r>
      <w:r w:rsidR="00CD6897">
        <w:tab/>
      </w:r>
      <w:r w:rsidR="00D8678B" w:rsidRPr="00E960BB">
        <w:t xml:space="preserve">Załącznik nr </w:t>
      </w:r>
      <w:r w:rsidR="006F31E2" w:rsidRPr="00E960BB">
        <w:t>1.5</w:t>
      </w:r>
      <w:r w:rsidR="00D8678B" w:rsidRPr="00E960BB">
        <w:t xml:space="preserve"> do Zarządzenia</w:t>
      </w:r>
      <w:r w:rsidR="002A22BF" w:rsidRPr="00E960BB">
        <w:t xml:space="preserve"> Rektora UR </w:t>
      </w:r>
      <w:r w:rsidR="00CD6897" w:rsidRPr="00E960BB">
        <w:t xml:space="preserve"> nr </w:t>
      </w:r>
      <w:r w:rsidR="00F17567" w:rsidRPr="00E960BB"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E87C88">
        <w:rPr>
          <w:rFonts w:ascii="Corbel" w:hAnsi="Corbel"/>
          <w:i/>
          <w:smallCaps/>
          <w:sz w:val="24"/>
          <w:szCs w:val="24"/>
        </w:rPr>
        <w:t xml:space="preserve"> 2019 – </w:t>
      </w:r>
      <w:r w:rsidR="0065494D">
        <w:rPr>
          <w:rFonts w:ascii="Corbel" w:hAnsi="Corbel"/>
          <w:i/>
          <w:smallCaps/>
          <w:sz w:val="24"/>
          <w:szCs w:val="24"/>
        </w:rPr>
        <w:t>202</w:t>
      </w:r>
      <w:r w:rsidR="00787D1F">
        <w:rPr>
          <w:rFonts w:ascii="Corbel" w:hAnsi="Corbel"/>
          <w:i/>
          <w:smallCaps/>
          <w:sz w:val="24"/>
          <w:szCs w:val="24"/>
        </w:rPr>
        <w:t>4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E87C88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</w:t>
      </w:r>
      <w:r w:rsidR="002D4E78">
        <w:rPr>
          <w:rFonts w:ascii="Corbel" w:hAnsi="Corbel"/>
          <w:sz w:val="20"/>
          <w:szCs w:val="20"/>
        </w:rPr>
        <w:t xml:space="preserve"> </w:t>
      </w:r>
      <w:r w:rsidR="0065494D">
        <w:rPr>
          <w:rFonts w:ascii="Corbel" w:hAnsi="Corbel"/>
          <w:sz w:val="20"/>
          <w:szCs w:val="20"/>
        </w:rPr>
        <w:t>2023</w:t>
      </w:r>
      <w:r>
        <w:rPr>
          <w:rFonts w:ascii="Corbel" w:hAnsi="Corbel"/>
          <w:sz w:val="20"/>
          <w:szCs w:val="20"/>
        </w:rPr>
        <w:t>/</w:t>
      </w:r>
      <w:r w:rsidR="0065494D">
        <w:rPr>
          <w:rFonts w:ascii="Corbel" w:hAnsi="Corbel"/>
          <w:sz w:val="20"/>
          <w:szCs w:val="20"/>
        </w:rPr>
        <w:t>24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787D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Konstruowani</w:t>
            </w:r>
            <w:r w:rsidR="000A5476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65494D">
              <w:rPr>
                <w:rFonts w:ascii="Corbel" w:hAnsi="Corbel"/>
                <w:b w:val="0"/>
                <w:sz w:val="24"/>
                <w:szCs w:val="24"/>
              </w:rPr>
              <w:t xml:space="preserve"> programów pracy w przedszkolu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86697F" w:rsidP="00E87C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8669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87C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65494D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5494D" w:rsidP="00E87C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F717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F717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87C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V,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9 i 10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E41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C. </w:t>
            </w:r>
            <w:r w:rsidR="00782DF8">
              <w:rPr>
                <w:rFonts w:ascii="Corbel" w:hAnsi="Corbel"/>
                <w:b w:val="0"/>
                <w:sz w:val="24"/>
                <w:szCs w:val="24"/>
              </w:rPr>
              <w:t>Wspieranie rozwoju dzieci w wieku przedszkolnym i młodszym wieku szkolnym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8E41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7179C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F717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Mgr Kiełb </w:t>
            </w:r>
            <w:r w:rsidR="00C804C7">
              <w:rPr>
                <w:rFonts w:ascii="Corbel" w:hAnsi="Corbel"/>
                <w:b w:val="0"/>
                <w:sz w:val="24"/>
                <w:szCs w:val="24"/>
              </w:rPr>
              <w:t>Małgorzata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9154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Bożena Dusza</w:t>
            </w:r>
            <w:bookmarkStart w:id="0" w:name="_GoBack"/>
            <w:bookmarkEnd w:id="0"/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7"/>
        <w:gridCol w:w="914"/>
        <w:gridCol w:w="791"/>
        <w:gridCol w:w="851"/>
        <w:gridCol w:w="803"/>
        <w:gridCol w:w="822"/>
        <w:gridCol w:w="766"/>
        <w:gridCol w:w="950"/>
        <w:gridCol w:w="1181"/>
        <w:gridCol w:w="1513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E87C8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E55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E55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E55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E87C8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1E55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1E55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1E55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1E550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- </w:t>
      </w:r>
      <w:r w:rsidR="00C8327D"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Default="00E22FBC" w:rsidP="006F39D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1E5508">
        <w:rPr>
          <w:rFonts w:ascii="Corbel" w:hAnsi="Corbel"/>
          <w:b w:val="0"/>
          <w:smallCaps w:val="0"/>
          <w:szCs w:val="24"/>
        </w:rPr>
        <w:t>(egzamin, zaliczenie z oceną)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E37DD1" w:rsidP="00C8327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wiedzę z Pedagogiki: ogólnej, przedszkolnej , Teorii kształcenia i wychowania.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9"/>
        <w:gridCol w:w="8779"/>
      </w:tblGrid>
      <w:tr w:rsidR="0085747A" w:rsidRPr="009C54AE" w:rsidTr="00E856D9">
        <w:tc>
          <w:tcPr>
            <w:tcW w:w="851" w:type="dxa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85747A" w:rsidRPr="009C54AE" w:rsidRDefault="00EA0F4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zagadnieniami dotyczącymi programowania edukacyjnego, z uwzględnieniem możliwości rozwojowych dziecka w wieku przedszkolnym.</w:t>
            </w:r>
          </w:p>
        </w:tc>
      </w:tr>
      <w:tr w:rsidR="0085747A" w:rsidRPr="009C54AE" w:rsidTr="00E856D9">
        <w:tc>
          <w:tcPr>
            <w:tcW w:w="851" w:type="dxa"/>
          </w:tcPr>
          <w:p w:rsidR="0085747A" w:rsidRPr="009C54AE" w:rsidRDefault="0088135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85747A" w:rsidRPr="009C54AE" w:rsidRDefault="007F36E5" w:rsidP="00EA0F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Program nauczania jako opis sposobu realizacji celów wychowania i kształcenia oraz treści zawartych w podstawie programowej do etapu: edukacja przedszkolna.</w:t>
            </w:r>
          </w:p>
        </w:tc>
      </w:tr>
      <w:tr w:rsidR="0085747A" w:rsidRPr="009C54AE" w:rsidTr="00E856D9">
        <w:tc>
          <w:tcPr>
            <w:tcW w:w="851" w:type="dxa"/>
          </w:tcPr>
          <w:p w:rsidR="0085747A" w:rsidRPr="009C54AE" w:rsidRDefault="0069552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85747A" w:rsidRPr="009C54AE" w:rsidRDefault="00E856D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Kształcenie przekonania o konieczności prowadzenia badań ewaluacyjnych jako czynnika wpływającego na podniesienie jakości pracy przedszkola.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85"/>
        <w:gridCol w:w="6005"/>
        <w:gridCol w:w="1938"/>
      </w:tblGrid>
      <w:tr w:rsidR="0085747A" w:rsidRPr="009C54AE" w:rsidTr="007C6A1F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950" w:type="dxa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7C6A1F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F628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zadania przedszkola zawarte w Podstawie programowej wychowania przedszkolnego </w:t>
            </w:r>
            <w:r w:rsidR="00B843AC">
              <w:rPr>
                <w:rFonts w:ascii="Corbel" w:hAnsi="Corbel"/>
                <w:b w:val="0"/>
                <w:smallCaps w:val="0"/>
                <w:szCs w:val="24"/>
              </w:rPr>
              <w:t>jako wyznacznik konstruowania programu nauczania.</w:t>
            </w:r>
          </w:p>
        </w:tc>
        <w:tc>
          <w:tcPr>
            <w:tcW w:w="1950" w:type="dxa"/>
          </w:tcPr>
          <w:p w:rsidR="00E87C88" w:rsidRDefault="00E87C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ED18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</w:t>
            </w:r>
            <w:r w:rsidR="008E41FE">
              <w:rPr>
                <w:rFonts w:ascii="Corbel" w:hAnsi="Corbel"/>
                <w:b w:val="0"/>
                <w:smallCaps w:val="0"/>
                <w:szCs w:val="24"/>
              </w:rPr>
              <w:t>W.W</w:t>
            </w:r>
            <w:r w:rsidR="007841FB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85747A" w:rsidRPr="009C54AE" w:rsidTr="007C6A1F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915E98" w:rsidP="003223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Wyjaśni różnorodne uwarunkowania dotyczące istoty konstruowania programu i ewaluacji w przedszkolu. </w:t>
            </w:r>
          </w:p>
        </w:tc>
        <w:tc>
          <w:tcPr>
            <w:tcW w:w="1950" w:type="dxa"/>
          </w:tcPr>
          <w:p w:rsidR="0085747A" w:rsidRPr="009C54AE" w:rsidRDefault="00ED18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</w:t>
            </w:r>
            <w:r w:rsidR="007841FB"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</w:tr>
      <w:tr w:rsidR="0085747A" w:rsidRPr="009C54AE" w:rsidTr="007C6A1F">
        <w:trPr>
          <w:trHeight w:val="517"/>
        </w:trPr>
        <w:tc>
          <w:tcPr>
            <w:tcW w:w="1701" w:type="dxa"/>
          </w:tcPr>
          <w:p w:rsidR="0085747A" w:rsidRPr="009C54AE" w:rsidRDefault="007841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4338FF" w:rsidP="003223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Skonstruuje autorski</w:t>
            </w:r>
            <w:r w:rsidR="00363783">
              <w:rPr>
                <w:rFonts w:ascii="Corbel" w:hAnsi="Corbel"/>
                <w:b w:val="0"/>
                <w:smallCaps w:val="0"/>
                <w:szCs w:val="24"/>
              </w:rPr>
              <w:t xml:space="preserve"> program uwzgledniający potencjał dzieci w wieku przedszkolnym.</w:t>
            </w:r>
          </w:p>
        </w:tc>
        <w:tc>
          <w:tcPr>
            <w:tcW w:w="1950" w:type="dxa"/>
          </w:tcPr>
          <w:p w:rsidR="0085747A" w:rsidRPr="009C54AE" w:rsidRDefault="00ED18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</w:t>
            </w:r>
            <w:r w:rsidR="007841FB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7841FB" w:rsidRPr="001A1CFE" w:rsidTr="001A1CFE">
        <w:tc>
          <w:tcPr>
            <w:tcW w:w="1701" w:type="dxa"/>
          </w:tcPr>
          <w:p w:rsidR="007841FB" w:rsidRDefault="001F2CC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7841FB" w:rsidRPr="009569D2" w:rsidRDefault="00383305" w:rsidP="00CF1E3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69D2">
              <w:rPr>
                <w:rFonts w:ascii="Corbel" w:hAnsi="Corbel"/>
                <w:sz w:val="24"/>
                <w:szCs w:val="24"/>
              </w:rPr>
              <w:t>Modeluje zachowania dzieci poprzez treści zawarte w prog</w:t>
            </w:r>
            <w:r w:rsidR="00754D81" w:rsidRPr="009569D2">
              <w:rPr>
                <w:rFonts w:ascii="Corbel" w:hAnsi="Corbel"/>
                <w:sz w:val="24"/>
                <w:szCs w:val="24"/>
              </w:rPr>
              <w:t xml:space="preserve">ramach </w:t>
            </w:r>
            <w:r w:rsidR="0044079D" w:rsidRPr="009569D2">
              <w:rPr>
                <w:rFonts w:ascii="Corbel" w:hAnsi="Corbel"/>
                <w:sz w:val="24"/>
                <w:szCs w:val="24"/>
              </w:rPr>
              <w:t xml:space="preserve"> </w:t>
            </w:r>
            <w:r w:rsidR="00754D81" w:rsidRPr="009569D2">
              <w:rPr>
                <w:rFonts w:ascii="Corbel" w:hAnsi="Corbel"/>
                <w:sz w:val="24"/>
                <w:szCs w:val="24"/>
              </w:rPr>
              <w:t>wychowania przedszkolnego.</w:t>
            </w:r>
          </w:p>
        </w:tc>
        <w:tc>
          <w:tcPr>
            <w:tcW w:w="1950" w:type="dxa"/>
          </w:tcPr>
          <w:p w:rsidR="007841FB" w:rsidRDefault="00ED1894" w:rsidP="00CF1E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PPiW.K</w:t>
            </w:r>
            <w:r w:rsidR="00894FD0">
              <w:rPr>
                <w:rFonts w:ascii="Corbel" w:hAnsi="Corbel"/>
                <w:b w:val="0"/>
                <w:szCs w:val="24"/>
              </w:rPr>
              <w:t>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Style w:val="Tabela-Siatka"/>
        <w:tblW w:w="9747" w:type="dxa"/>
        <w:tblLayout w:type="fixed"/>
        <w:tblLook w:val="04A0" w:firstRow="1" w:lastRow="0" w:firstColumn="1" w:lastColumn="0" w:noHBand="0" w:noVBand="1"/>
      </w:tblPr>
      <w:tblGrid>
        <w:gridCol w:w="9747"/>
      </w:tblGrid>
      <w:tr w:rsidR="0085747A" w:rsidRPr="009C54AE" w:rsidTr="00C9281B">
        <w:tc>
          <w:tcPr>
            <w:tcW w:w="9747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9281B" w:rsidRPr="009C54AE" w:rsidTr="00C9281B">
        <w:tc>
          <w:tcPr>
            <w:tcW w:w="9747" w:type="dxa"/>
          </w:tcPr>
          <w:p w:rsidR="00C9281B" w:rsidRPr="009C54AE" w:rsidRDefault="00C9281B" w:rsidP="00EC1FE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 pojęcia, rodzaje programów.</w:t>
            </w:r>
          </w:p>
        </w:tc>
      </w:tr>
      <w:tr w:rsidR="00C9281B" w:rsidTr="00C9281B">
        <w:tc>
          <w:tcPr>
            <w:tcW w:w="9747" w:type="dxa"/>
          </w:tcPr>
          <w:p w:rsidR="00C9281B" w:rsidRDefault="00C9281B" w:rsidP="00EC1FE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Konstruowanie programu – etapy koncepcyjne</w:t>
            </w:r>
          </w:p>
        </w:tc>
      </w:tr>
      <w:tr w:rsidR="00C9281B" w:rsidRPr="009C54AE" w:rsidTr="00C9281B">
        <w:tc>
          <w:tcPr>
            <w:tcW w:w="9747" w:type="dxa"/>
          </w:tcPr>
          <w:p w:rsidR="00C9281B" w:rsidRPr="009C54AE" w:rsidRDefault="00C9281B" w:rsidP="00EC1FE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Filozoficzne, psychologiczne społeczne podstawy programu. Geneza programu.</w:t>
            </w:r>
          </w:p>
        </w:tc>
      </w:tr>
      <w:tr w:rsidR="00C9281B" w:rsidRPr="009C54AE" w:rsidTr="00C9281B">
        <w:tc>
          <w:tcPr>
            <w:tcW w:w="9747" w:type="dxa"/>
          </w:tcPr>
          <w:p w:rsidR="00C9281B" w:rsidRPr="009C54AE" w:rsidRDefault="00C9281B" w:rsidP="00EC1FE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programu pracy przedszkola</w:t>
            </w:r>
          </w:p>
        </w:tc>
      </w:tr>
      <w:tr w:rsidR="00C9281B" w:rsidRPr="009C54AE" w:rsidTr="00C9281B">
        <w:tc>
          <w:tcPr>
            <w:tcW w:w="9747" w:type="dxa"/>
          </w:tcPr>
          <w:p w:rsidR="00C9281B" w:rsidRPr="009C54AE" w:rsidRDefault="00C9281B" w:rsidP="00EC1FE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Cele w programach nauczania</w:t>
            </w:r>
          </w:p>
        </w:tc>
      </w:tr>
      <w:tr w:rsidR="00C9281B" w:rsidTr="00C9281B">
        <w:tc>
          <w:tcPr>
            <w:tcW w:w="9747" w:type="dxa"/>
          </w:tcPr>
          <w:p w:rsidR="00C9281B" w:rsidRDefault="00C9281B" w:rsidP="00EC1FE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 a plan pracy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C8327D" w:rsidRDefault="00C8327D" w:rsidP="00C8327D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Style w:val="Tabela-Siatka"/>
        <w:tblW w:w="9783" w:type="dxa"/>
        <w:tblLook w:val="04A0" w:firstRow="1" w:lastRow="0" w:firstColumn="1" w:lastColumn="0" w:noHBand="0" w:noVBand="1"/>
      </w:tblPr>
      <w:tblGrid>
        <w:gridCol w:w="9783"/>
      </w:tblGrid>
      <w:tr w:rsidR="0085747A" w:rsidRPr="009C54AE" w:rsidTr="00222A4B">
        <w:tc>
          <w:tcPr>
            <w:tcW w:w="9783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222A4B">
        <w:tc>
          <w:tcPr>
            <w:tcW w:w="9783" w:type="dxa"/>
          </w:tcPr>
          <w:p w:rsidR="0085747A" w:rsidRPr="009C54AE" w:rsidRDefault="00A9116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Podstawa programowa wychowania przedszkolnego , a programy nauczania</w:t>
            </w:r>
            <w:r w:rsidR="00222A4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222A4B">
        <w:tc>
          <w:tcPr>
            <w:tcW w:w="9783" w:type="dxa"/>
          </w:tcPr>
          <w:p w:rsidR="0085747A" w:rsidRPr="009C54AE" w:rsidRDefault="00EC0E9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Etapy konstruowania programu dla dzieci w wieku przedszkolnym; cechy dobrego programu.</w:t>
            </w:r>
            <w:r w:rsidR="00222A4B">
              <w:rPr>
                <w:rFonts w:ascii="Corbel" w:hAnsi="Corbel"/>
                <w:sz w:val="24"/>
                <w:szCs w:val="24"/>
              </w:rPr>
              <w:br/>
              <w:t>- rozpoznanie</w:t>
            </w:r>
            <w:r w:rsidR="00222A4B">
              <w:rPr>
                <w:rFonts w:ascii="Corbel" w:hAnsi="Corbel"/>
                <w:sz w:val="24"/>
                <w:szCs w:val="24"/>
              </w:rPr>
              <w:br/>
              <w:t>- projektowanie</w:t>
            </w:r>
            <w:r w:rsidR="00222A4B">
              <w:rPr>
                <w:rFonts w:ascii="Corbel" w:hAnsi="Corbel"/>
                <w:sz w:val="24"/>
                <w:szCs w:val="24"/>
              </w:rPr>
              <w:br/>
              <w:t>- wartościowanie zmiany</w:t>
            </w:r>
          </w:p>
        </w:tc>
      </w:tr>
      <w:tr w:rsidR="0085747A" w:rsidRPr="009C54AE" w:rsidTr="00222A4B">
        <w:tc>
          <w:tcPr>
            <w:tcW w:w="9783" w:type="dxa"/>
          </w:tcPr>
          <w:p w:rsidR="0085747A" w:rsidRPr="009C54AE" w:rsidRDefault="00222A4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</w:t>
            </w:r>
            <w:r w:rsidR="00096A2C">
              <w:rPr>
                <w:rFonts w:ascii="Corbel" w:hAnsi="Corbel"/>
                <w:sz w:val="24"/>
                <w:szCs w:val="24"/>
              </w:rPr>
              <w:t xml:space="preserve"> </w:t>
            </w:r>
            <w:r w:rsidR="00A97EA8">
              <w:rPr>
                <w:rFonts w:ascii="Corbel" w:hAnsi="Corbel"/>
                <w:sz w:val="24"/>
                <w:szCs w:val="24"/>
              </w:rPr>
              <w:t>– układ treści programowych;</w:t>
            </w:r>
            <w:r w:rsidR="00A97EA8">
              <w:rPr>
                <w:rFonts w:ascii="Corbel" w:hAnsi="Corbel"/>
                <w:sz w:val="24"/>
                <w:szCs w:val="24"/>
              </w:rPr>
              <w:br/>
              <w:t xml:space="preserve">- cele i działania edukacyjne , wynikające z nich zadania </w:t>
            </w:r>
            <w:r w:rsidR="00A97EA8">
              <w:rPr>
                <w:rFonts w:ascii="Corbel" w:hAnsi="Corbel"/>
                <w:sz w:val="24"/>
                <w:szCs w:val="24"/>
              </w:rPr>
              <w:br/>
              <w:t>- układ treści w programie</w:t>
            </w:r>
            <w:r w:rsidR="00A97EA8">
              <w:rPr>
                <w:rFonts w:ascii="Corbel" w:hAnsi="Corbel"/>
                <w:sz w:val="24"/>
                <w:szCs w:val="24"/>
              </w:rPr>
              <w:br/>
              <w:t>- korelacja i integracja jako zasady budowania programu</w:t>
            </w:r>
          </w:p>
        </w:tc>
      </w:tr>
      <w:tr w:rsidR="00222A4B" w:rsidTr="00222A4B">
        <w:tc>
          <w:tcPr>
            <w:tcW w:w="9783" w:type="dxa"/>
          </w:tcPr>
          <w:p w:rsidR="00222A4B" w:rsidRPr="00C8327D" w:rsidRDefault="00C9281B" w:rsidP="00C832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Analiza,</w:t>
            </w:r>
            <w:r w:rsidR="005A4730" w:rsidRPr="00C8327D">
              <w:rPr>
                <w:rFonts w:ascii="Corbel" w:hAnsi="Corbel"/>
                <w:sz w:val="24"/>
                <w:szCs w:val="24"/>
              </w:rPr>
              <w:t xml:space="preserve"> porównywanie  i ocena wybranych programów wychowania prz</w:t>
            </w:r>
            <w:r>
              <w:rPr>
                <w:rFonts w:ascii="Corbel" w:hAnsi="Corbel"/>
                <w:sz w:val="24"/>
                <w:szCs w:val="24"/>
              </w:rPr>
              <w:t xml:space="preserve">edszkolnego dopuszczonych </w:t>
            </w:r>
            <w:r w:rsidR="00915458">
              <w:rPr>
                <w:rFonts w:ascii="Corbel" w:hAnsi="Corbel"/>
                <w:sz w:val="24"/>
                <w:szCs w:val="24"/>
              </w:rPr>
              <w:t>przez MEN do realizacji</w:t>
            </w:r>
            <w:r w:rsidR="005A4730" w:rsidRPr="00C8327D">
              <w:rPr>
                <w:rFonts w:ascii="Corbel" w:hAnsi="Corbel"/>
                <w:sz w:val="24"/>
                <w:szCs w:val="24"/>
              </w:rPr>
              <w:t xml:space="preserve"> w  przedszkolu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5A4730" w:rsidRPr="00C8327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22A4B" w:rsidTr="00222A4B">
        <w:tc>
          <w:tcPr>
            <w:tcW w:w="9783" w:type="dxa"/>
          </w:tcPr>
          <w:p w:rsidR="003A2CB6" w:rsidRPr="00C8327D" w:rsidRDefault="00163690" w:rsidP="00C832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 xml:space="preserve"> </w:t>
            </w:r>
            <w:r w:rsidR="00C9281B">
              <w:rPr>
                <w:rFonts w:ascii="Corbel" w:hAnsi="Corbel"/>
                <w:sz w:val="24"/>
                <w:szCs w:val="24"/>
              </w:rPr>
              <w:t>K</w:t>
            </w:r>
            <w:r w:rsidR="003A2CB6" w:rsidRPr="00C8327D">
              <w:rPr>
                <w:rFonts w:ascii="Corbel" w:hAnsi="Corbel"/>
                <w:sz w:val="24"/>
                <w:szCs w:val="24"/>
              </w:rPr>
              <w:t xml:space="preserve">onstruowanie w grupach programów : profilaktyki lub edukacyjnego z uwzględnieniem </w:t>
            </w:r>
          </w:p>
          <w:p w:rsidR="00222A4B" w:rsidRPr="00C8327D" w:rsidRDefault="003A2CB6" w:rsidP="00C832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 xml:space="preserve">  etapów rozwoju dziecka w obszarach: fizycznym, społecznym, emocjonalnym i poznawczym  </w:t>
            </w:r>
            <w:r w:rsidRPr="00C8327D">
              <w:rPr>
                <w:rFonts w:ascii="Corbel" w:hAnsi="Corbel"/>
                <w:sz w:val="24"/>
                <w:szCs w:val="24"/>
              </w:rPr>
              <w:br/>
              <w:t xml:space="preserve">  zgodnym z podstaw ą </w:t>
            </w:r>
            <w:r w:rsidR="00163690" w:rsidRPr="00C8327D">
              <w:rPr>
                <w:rFonts w:ascii="Corbel" w:hAnsi="Corbel"/>
                <w:sz w:val="24"/>
                <w:szCs w:val="24"/>
              </w:rPr>
              <w:t>programową</w:t>
            </w:r>
            <w:r w:rsidRPr="00C8327D">
              <w:rPr>
                <w:rFonts w:ascii="Corbel" w:hAnsi="Corbel"/>
                <w:sz w:val="24"/>
                <w:szCs w:val="24"/>
              </w:rPr>
              <w:t xml:space="preserve"> wychowania przedszkolnego</w:t>
            </w:r>
          </w:p>
        </w:tc>
      </w:tr>
      <w:tr w:rsidR="00222A4B" w:rsidTr="00222A4B">
        <w:tc>
          <w:tcPr>
            <w:tcW w:w="9783" w:type="dxa"/>
          </w:tcPr>
          <w:p w:rsidR="00222A4B" w:rsidRPr="00C8327D" w:rsidRDefault="00163690" w:rsidP="00C832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 xml:space="preserve"> Prezentacja na forum grupy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3C41" w:rsidRPr="007E4BE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:rsidR="00E960BB" w:rsidRDefault="00C8327D" w:rsidP="00C8327D">
      <w:pPr>
        <w:rPr>
          <w:rFonts w:ascii="Corbel" w:hAnsi="Corbel"/>
          <w:smallCaps/>
          <w:szCs w:val="24"/>
        </w:rPr>
      </w:pPr>
      <w:r w:rsidRPr="00C8327D">
        <w:rPr>
          <w:rFonts w:ascii="Corbel" w:hAnsi="Corbel"/>
          <w:sz w:val="24"/>
          <w:szCs w:val="24"/>
        </w:rPr>
        <w:t>Wykład z prezentacją multimedialną, ćwiczenia, analiza tekstów.</w:t>
      </w: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61"/>
        <w:gridCol w:w="5428"/>
        <w:gridCol w:w="2239"/>
      </w:tblGrid>
      <w:tr w:rsidR="0085747A" w:rsidRPr="009C54AE" w:rsidTr="00C947B7">
        <w:tc>
          <w:tcPr>
            <w:tcW w:w="1985" w:type="dxa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2C2E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270" w:type="dxa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C8327D" w:rsidTr="00C947B7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8327D" w:rsidRDefault="00C9281B" w:rsidP="00C8327D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egzamin, program autorski</w:t>
            </w:r>
          </w:p>
        </w:tc>
        <w:tc>
          <w:tcPr>
            <w:tcW w:w="2270" w:type="dxa"/>
          </w:tcPr>
          <w:p w:rsidR="0085747A" w:rsidRPr="00C8327D" w:rsidRDefault="002C2E8D" w:rsidP="00ED189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5747A" w:rsidRPr="00C8327D" w:rsidTr="00C947B7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C8327D" w:rsidRDefault="002C2E8D" w:rsidP="00C8327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 xml:space="preserve">egzamin, </w:t>
            </w:r>
            <w:r w:rsidR="00C9281B" w:rsidRPr="00C9281B">
              <w:rPr>
                <w:rFonts w:ascii="Corbel" w:hAnsi="Corbel"/>
                <w:sz w:val="24"/>
                <w:szCs w:val="24"/>
              </w:rPr>
              <w:t>program autorski</w:t>
            </w:r>
          </w:p>
        </w:tc>
        <w:tc>
          <w:tcPr>
            <w:tcW w:w="2270" w:type="dxa"/>
          </w:tcPr>
          <w:p w:rsidR="0085747A" w:rsidRPr="00C8327D" w:rsidRDefault="002C2E8D" w:rsidP="00ED189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>wykład , ćwiczenia</w:t>
            </w:r>
          </w:p>
        </w:tc>
      </w:tr>
      <w:tr w:rsidR="00C947B7" w:rsidRPr="00C8327D" w:rsidTr="00C947B7">
        <w:tc>
          <w:tcPr>
            <w:tcW w:w="1985" w:type="dxa"/>
          </w:tcPr>
          <w:p w:rsidR="00C947B7" w:rsidRDefault="00C947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947B7" w:rsidRPr="00C8327D" w:rsidRDefault="00C9281B" w:rsidP="00C8327D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2C2E8D" w:rsidRPr="00C8327D">
              <w:rPr>
                <w:rFonts w:ascii="Corbel" w:hAnsi="Corbel"/>
                <w:sz w:val="24"/>
                <w:szCs w:val="24"/>
              </w:rPr>
              <w:t xml:space="preserve">gzamin, </w:t>
            </w:r>
            <w:r w:rsidRPr="00C9281B">
              <w:rPr>
                <w:rFonts w:ascii="Corbel" w:hAnsi="Corbel"/>
                <w:sz w:val="24"/>
                <w:szCs w:val="24"/>
              </w:rPr>
              <w:t>program autorski</w:t>
            </w:r>
          </w:p>
        </w:tc>
        <w:tc>
          <w:tcPr>
            <w:tcW w:w="2270" w:type="dxa"/>
          </w:tcPr>
          <w:p w:rsidR="00C947B7" w:rsidRPr="00C8327D" w:rsidRDefault="002C2E8D" w:rsidP="00ED189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C947B7" w:rsidRPr="00C8327D" w:rsidTr="00C947B7">
        <w:tc>
          <w:tcPr>
            <w:tcW w:w="1985" w:type="dxa"/>
          </w:tcPr>
          <w:p w:rsidR="00C947B7" w:rsidRDefault="00C947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947B7" w:rsidRPr="00C8327D" w:rsidRDefault="00C9281B" w:rsidP="00C8327D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2C2E8D" w:rsidRPr="00C8327D">
              <w:rPr>
                <w:rFonts w:ascii="Corbel" w:hAnsi="Corbel"/>
                <w:sz w:val="24"/>
                <w:szCs w:val="24"/>
              </w:rPr>
              <w:t xml:space="preserve">gzamin, </w:t>
            </w:r>
            <w:r w:rsidRPr="00C9281B">
              <w:rPr>
                <w:rFonts w:ascii="Corbel" w:hAnsi="Corbel"/>
                <w:sz w:val="24"/>
                <w:szCs w:val="24"/>
              </w:rPr>
              <w:t>program autorski</w:t>
            </w:r>
          </w:p>
        </w:tc>
        <w:tc>
          <w:tcPr>
            <w:tcW w:w="2270" w:type="dxa"/>
          </w:tcPr>
          <w:p w:rsidR="00C947B7" w:rsidRPr="00C8327D" w:rsidRDefault="002C2E8D" w:rsidP="00ED189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85747A" w:rsidRPr="009C54AE" w:rsidRDefault="002C2E8D" w:rsidP="009569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 i aktywny udział w zajęciach, pozy</w:t>
            </w:r>
            <w:r w:rsidR="00C9281B">
              <w:rPr>
                <w:rFonts w:ascii="Corbel" w:hAnsi="Corbel"/>
                <w:b w:val="0"/>
                <w:smallCaps w:val="0"/>
                <w:szCs w:val="24"/>
              </w:rPr>
              <w:t>tywna ocena z programu autorskiego i egzaminu pisemnego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E96FA5" w:rsidP="00CF1E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E96FA5" w:rsidP="00CF1E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7558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(p</w:t>
            </w:r>
            <w:r w:rsidR="00755837">
              <w:rPr>
                <w:rFonts w:ascii="Corbel" w:hAnsi="Corbel"/>
                <w:sz w:val="24"/>
                <w:szCs w:val="24"/>
              </w:rPr>
              <w:t>rzygotowanie do zajęć,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A5DDE" w:rsidRDefault="00CA5DDE" w:rsidP="00CF1E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A5DDE" w:rsidRDefault="00CA5DDE" w:rsidP="00CF1E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C8327D" w:rsidP="00CF1E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113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9C54AE" w:rsidRDefault="00C8327D" w:rsidP="00CF1E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E96FA5" w:rsidP="00CF1E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9569D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9569D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32429" w:rsidRPr="009C54AE" w:rsidTr="0071620A">
        <w:trPr>
          <w:trHeight w:val="397"/>
        </w:trPr>
        <w:tc>
          <w:tcPr>
            <w:tcW w:w="7513" w:type="dxa"/>
          </w:tcPr>
          <w:p w:rsidR="00B32429" w:rsidRDefault="00B32429" w:rsidP="00B324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B32429" w:rsidRDefault="00B32429" w:rsidP="00B32429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Dylak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S- Wprowadzenie do konstruowania szkolnych programów nauczania. Warszawa 2000</w:t>
            </w:r>
          </w:p>
          <w:p w:rsidR="00B32429" w:rsidRPr="0050096B" w:rsidRDefault="00B32429" w:rsidP="00B32429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Komorowska H- O programach prawie wszystko. Warszawa 1999</w:t>
            </w:r>
          </w:p>
          <w:p w:rsidR="00B32429" w:rsidRDefault="00B32429" w:rsidP="00B32429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Marzec B., Praca dydaktyczna przedszkola w kontekście programowym i realizacyjnym, Dąbrowa Górnicza 2017. </w:t>
            </w:r>
          </w:p>
          <w:p w:rsidR="00B32429" w:rsidRPr="009C54AE" w:rsidRDefault="00B32429" w:rsidP="00B32429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Ornstein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Program szkolny. Założenia, zasady, problematyka, Warszawa 1998. </w:t>
            </w:r>
          </w:p>
          <w:p w:rsidR="00B32429" w:rsidRDefault="00B32429" w:rsidP="00B32429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Sławińska M- konstruowanie wiedzy na zajęciach w przedszkolu. Kraków 2010</w:t>
            </w:r>
          </w:p>
          <w:p w:rsidR="00B32429" w:rsidRPr="009C54AE" w:rsidRDefault="00B32429" w:rsidP="00B32429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Waloszek D- Program w edukacji dziecka. Geneza, istota, kryteria. Warszawa 2005</w:t>
            </w:r>
          </w:p>
        </w:tc>
      </w:tr>
      <w:tr w:rsidR="00B32429" w:rsidRPr="009C54AE" w:rsidTr="0071620A">
        <w:trPr>
          <w:trHeight w:val="397"/>
        </w:trPr>
        <w:tc>
          <w:tcPr>
            <w:tcW w:w="7513" w:type="dxa"/>
          </w:tcPr>
          <w:p w:rsidR="00B32429" w:rsidRDefault="00B32429" w:rsidP="00B324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B32429" w:rsidRDefault="00B32429" w:rsidP="00B32429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Broda I- Od przedszkolaka do starszaka, Warszawa 2017</w:t>
            </w:r>
          </w:p>
          <w:p w:rsidR="00B32429" w:rsidRPr="00BC3BC8" w:rsidRDefault="00B32429" w:rsidP="00B32429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Kwaśniewska M, Lendzion J, Żaba-Żabińska W- Wokół przedszkola. 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Program wychowania przedszkolnego. Kielce 2018</w:t>
            </w:r>
          </w:p>
          <w:p w:rsidR="00B32429" w:rsidRDefault="00B32429" w:rsidP="00B32429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Pleskot M, Staszewska-Mieszek A- Kocham Przedszkole. Program wychowania przedszkolnego. Warszawa 2016</w:t>
            </w:r>
          </w:p>
          <w:p w:rsidR="00B32429" w:rsidRPr="00DA3073" w:rsidRDefault="00B32429" w:rsidP="00B32429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42"/>
              <w:rPr>
                <w:rFonts w:ascii="Corbel" w:hAnsi="Corbel"/>
                <w:bCs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Rozporządzenie MEN z 3 lipca 2012 w sprawie dopuszczenia do użytku programów w wychowania przedszkolnego i programów nauczania oraz dopuszczenia do użytku szkolnego podręczników: </w:t>
            </w:r>
            <w:r w:rsidRPr="00DA3073">
              <w:rPr>
                <w:rFonts w:ascii="Corbel" w:hAnsi="Corbel"/>
                <w:b w:val="0"/>
                <w:bCs/>
                <w:color w:val="000000"/>
                <w:szCs w:val="24"/>
              </w:rPr>
              <w:t>Dz.U. 2012 poz. 752</w:t>
            </w:r>
            <w:r>
              <w:rPr>
                <w:rFonts w:ascii="Corbel" w:hAnsi="Corbel"/>
                <w:b w:val="0"/>
                <w:bCs/>
                <w:color w:val="000000"/>
                <w:szCs w:val="24"/>
              </w:rPr>
              <w:t xml:space="preserve"> </w:t>
            </w:r>
            <w:r w:rsidRPr="00DA30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(zmiany w dniu 30.05.2014 - </w:t>
            </w:r>
            <w:r w:rsidRPr="00DA3073">
              <w:rPr>
                <w:rFonts w:ascii="Corbel" w:hAnsi="Corbel"/>
                <w:b w:val="0"/>
                <w:bCs/>
                <w:color w:val="000000"/>
                <w:szCs w:val="24"/>
              </w:rPr>
              <w:t>Dz.U. 2014 poz. 811)</w:t>
            </w:r>
          </w:p>
          <w:p w:rsidR="00B32429" w:rsidRPr="00F76273" w:rsidRDefault="00B32429" w:rsidP="00B32429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56D8" w:rsidRDefault="00C256D8" w:rsidP="00C16ABF">
      <w:pPr>
        <w:spacing w:after="0" w:line="240" w:lineRule="auto"/>
      </w:pPr>
      <w:r>
        <w:separator/>
      </w:r>
    </w:p>
  </w:endnote>
  <w:endnote w:type="continuationSeparator" w:id="0">
    <w:p w:rsidR="00C256D8" w:rsidRDefault="00C256D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56D8" w:rsidRDefault="00C256D8" w:rsidP="00C16ABF">
      <w:pPr>
        <w:spacing w:after="0" w:line="240" w:lineRule="auto"/>
      </w:pPr>
      <w:r>
        <w:separator/>
      </w:r>
    </w:p>
  </w:footnote>
  <w:footnote w:type="continuationSeparator" w:id="0">
    <w:p w:rsidR="00C256D8" w:rsidRDefault="00C256D8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3D429A"/>
    <w:multiLevelType w:val="hybridMultilevel"/>
    <w:tmpl w:val="A80A055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566D1E"/>
    <w:multiLevelType w:val="hybridMultilevel"/>
    <w:tmpl w:val="C922D45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8A563B"/>
    <w:multiLevelType w:val="hybridMultilevel"/>
    <w:tmpl w:val="BA560DD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8825DF"/>
    <w:multiLevelType w:val="hybridMultilevel"/>
    <w:tmpl w:val="1FE85F5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59E"/>
    <w:rsid w:val="000077B4"/>
    <w:rsid w:val="00015B8F"/>
    <w:rsid w:val="00022ECE"/>
    <w:rsid w:val="00042A51"/>
    <w:rsid w:val="00042D2E"/>
    <w:rsid w:val="00044C82"/>
    <w:rsid w:val="00054D9D"/>
    <w:rsid w:val="00070ED6"/>
    <w:rsid w:val="000742DC"/>
    <w:rsid w:val="000777A2"/>
    <w:rsid w:val="00084C12"/>
    <w:rsid w:val="0009462C"/>
    <w:rsid w:val="00094B12"/>
    <w:rsid w:val="00096A2C"/>
    <w:rsid w:val="00096C46"/>
    <w:rsid w:val="000A296F"/>
    <w:rsid w:val="000A2A28"/>
    <w:rsid w:val="000A5476"/>
    <w:rsid w:val="000B192D"/>
    <w:rsid w:val="000B28EE"/>
    <w:rsid w:val="000B3E37"/>
    <w:rsid w:val="000B7166"/>
    <w:rsid w:val="000D04B0"/>
    <w:rsid w:val="000D4BBE"/>
    <w:rsid w:val="000E4D9F"/>
    <w:rsid w:val="000F1C57"/>
    <w:rsid w:val="000F5615"/>
    <w:rsid w:val="00115D19"/>
    <w:rsid w:val="001201EF"/>
    <w:rsid w:val="00124BFF"/>
    <w:rsid w:val="0012560E"/>
    <w:rsid w:val="00127108"/>
    <w:rsid w:val="00134B13"/>
    <w:rsid w:val="00146BC0"/>
    <w:rsid w:val="00153C41"/>
    <w:rsid w:val="00154381"/>
    <w:rsid w:val="00163690"/>
    <w:rsid w:val="001640A7"/>
    <w:rsid w:val="00164FA7"/>
    <w:rsid w:val="00166A03"/>
    <w:rsid w:val="001718A7"/>
    <w:rsid w:val="001737CF"/>
    <w:rsid w:val="00176083"/>
    <w:rsid w:val="00192F37"/>
    <w:rsid w:val="001A1CFE"/>
    <w:rsid w:val="001A70D2"/>
    <w:rsid w:val="001C288A"/>
    <w:rsid w:val="001D64ED"/>
    <w:rsid w:val="001D657B"/>
    <w:rsid w:val="001D7A6E"/>
    <w:rsid w:val="001D7B54"/>
    <w:rsid w:val="001E0209"/>
    <w:rsid w:val="001E5508"/>
    <w:rsid w:val="001E587C"/>
    <w:rsid w:val="001F2CA2"/>
    <w:rsid w:val="001F2CCC"/>
    <w:rsid w:val="002144C0"/>
    <w:rsid w:val="00217F9A"/>
    <w:rsid w:val="00222A4B"/>
    <w:rsid w:val="0022477D"/>
    <w:rsid w:val="002254E9"/>
    <w:rsid w:val="002278A9"/>
    <w:rsid w:val="002336F9"/>
    <w:rsid w:val="0024028F"/>
    <w:rsid w:val="00244ABC"/>
    <w:rsid w:val="00281FF2"/>
    <w:rsid w:val="00282056"/>
    <w:rsid w:val="002857DE"/>
    <w:rsid w:val="00291567"/>
    <w:rsid w:val="002A22BF"/>
    <w:rsid w:val="002A2389"/>
    <w:rsid w:val="002A671D"/>
    <w:rsid w:val="002B3D4A"/>
    <w:rsid w:val="002B4D55"/>
    <w:rsid w:val="002B5EA0"/>
    <w:rsid w:val="002B6119"/>
    <w:rsid w:val="002C1F06"/>
    <w:rsid w:val="002C2E8D"/>
    <w:rsid w:val="002D3375"/>
    <w:rsid w:val="002D4E78"/>
    <w:rsid w:val="002D73D4"/>
    <w:rsid w:val="002F02A3"/>
    <w:rsid w:val="002F2022"/>
    <w:rsid w:val="002F4ABE"/>
    <w:rsid w:val="003018BA"/>
    <w:rsid w:val="0030395F"/>
    <w:rsid w:val="00305C92"/>
    <w:rsid w:val="003151C5"/>
    <w:rsid w:val="003223C8"/>
    <w:rsid w:val="003343CF"/>
    <w:rsid w:val="00341C48"/>
    <w:rsid w:val="00346FE9"/>
    <w:rsid w:val="0034759A"/>
    <w:rsid w:val="00347931"/>
    <w:rsid w:val="003503F6"/>
    <w:rsid w:val="003530DD"/>
    <w:rsid w:val="003541EE"/>
    <w:rsid w:val="00363783"/>
    <w:rsid w:val="00363F78"/>
    <w:rsid w:val="00383305"/>
    <w:rsid w:val="003A0A5B"/>
    <w:rsid w:val="003A1176"/>
    <w:rsid w:val="003A2CB6"/>
    <w:rsid w:val="003C0BAE"/>
    <w:rsid w:val="003D18A9"/>
    <w:rsid w:val="003D6CE2"/>
    <w:rsid w:val="003E1941"/>
    <w:rsid w:val="003E2FE6"/>
    <w:rsid w:val="003E49D5"/>
    <w:rsid w:val="003F38C0"/>
    <w:rsid w:val="00412946"/>
    <w:rsid w:val="00414E3C"/>
    <w:rsid w:val="0042244A"/>
    <w:rsid w:val="0042745A"/>
    <w:rsid w:val="00431D5C"/>
    <w:rsid w:val="004338FF"/>
    <w:rsid w:val="004362C6"/>
    <w:rsid w:val="00437FA2"/>
    <w:rsid w:val="0044079D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A4730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494D"/>
    <w:rsid w:val="006620D9"/>
    <w:rsid w:val="00671140"/>
    <w:rsid w:val="00671958"/>
    <w:rsid w:val="00675843"/>
    <w:rsid w:val="006778A1"/>
    <w:rsid w:val="00693F43"/>
    <w:rsid w:val="0069552F"/>
    <w:rsid w:val="00696477"/>
    <w:rsid w:val="006D050F"/>
    <w:rsid w:val="006D6139"/>
    <w:rsid w:val="006E5D65"/>
    <w:rsid w:val="006F1282"/>
    <w:rsid w:val="006F1FBC"/>
    <w:rsid w:val="006F31E2"/>
    <w:rsid w:val="006F39DC"/>
    <w:rsid w:val="00706544"/>
    <w:rsid w:val="007072BA"/>
    <w:rsid w:val="0071620A"/>
    <w:rsid w:val="00724677"/>
    <w:rsid w:val="00725459"/>
    <w:rsid w:val="007327BD"/>
    <w:rsid w:val="00734608"/>
    <w:rsid w:val="00735C1B"/>
    <w:rsid w:val="00745302"/>
    <w:rsid w:val="007461D6"/>
    <w:rsid w:val="00746EC8"/>
    <w:rsid w:val="00754D81"/>
    <w:rsid w:val="00755837"/>
    <w:rsid w:val="00757580"/>
    <w:rsid w:val="00763BF1"/>
    <w:rsid w:val="00766FD4"/>
    <w:rsid w:val="0078168C"/>
    <w:rsid w:val="00782DF8"/>
    <w:rsid w:val="007841FB"/>
    <w:rsid w:val="00787C2A"/>
    <w:rsid w:val="00787D1F"/>
    <w:rsid w:val="00790E27"/>
    <w:rsid w:val="007A4022"/>
    <w:rsid w:val="007A6E6E"/>
    <w:rsid w:val="007C3299"/>
    <w:rsid w:val="007C3BCC"/>
    <w:rsid w:val="007C4546"/>
    <w:rsid w:val="007C6A1F"/>
    <w:rsid w:val="007D6E56"/>
    <w:rsid w:val="007E0BB0"/>
    <w:rsid w:val="007E4BE8"/>
    <w:rsid w:val="007F36E5"/>
    <w:rsid w:val="007F4155"/>
    <w:rsid w:val="0081554D"/>
    <w:rsid w:val="0081707E"/>
    <w:rsid w:val="00834ECF"/>
    <w:rsid w:val="00842E2A"/>
    <w:rsid w:val="008449B3"/>
    <w:rsid w:val="0085747A"/>
    <w:rsid w:val="0086697F"/>
    <w:rsid w:val="00881351"/>
    <w:rsid w:val="00884922"/>
    <w:rsid w:val="00885F64"/>
    <w:rsid w:val="008917F9"/>
    <w:rsid w:val="00894FD0"/>
    <w:rsid w:val="008A45F7"/>
    <w:rsid w:val="008C0CC0"/>
    <w:rsid w:val="008C19A9"/>
    <w:rsid w:val="008C379D"/>
    <w:rsid w:val="008C5147"/>
    <w:rsid w:val="008C5359"/>
    <w:rsid w:val="008C5363"/>
    <w:rsid w:val="008D3DFB"/>
    <w:rsid w:val="008E41FE"/>
    <w:rsid w:val="008E64F4"/>
    <w:rsid w:val="008F12C9"/>
    <w:rsid w:val="008F6E29"/>
    <w:rsid w:val="00901AF5"/>
    <w:rsid w:val="00915458"/>
    <w:rsid w:val="00915E98"/>
    <w:rsid w:val="00916188"/>
    <w:rsid w:val="00923D7D"/>
    <w:rsid w:val="009508DF"/>
    <w:rsid w:val="00950DAC"/>
    <w:rsid w:val="00954A07"/>
    <w:rsid w:val="00955133"/>
    <w:rsid w:val="009569D2"/>
    <w:rsid w:val="00997F14"/>
    <w:rsid w:val="009A78D9"/>
    <w:rsid w:val="009C3E31"/>
    <w:rsid w:val="009C54AE"/>
    <w:rsid w:val="009C788E"/>
    <w:rsid w:val="009D4BC6"/>
    <w:rsid w:val="009D6FA8"/>
    <w:rsid w:val="009D7A81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1E0F"/>
    <w:rsid w:val="00A43BF6"/>
    <w:rsid w:val="00A53FA5"/>
    <w:rsid w:val="00A54817"/>
    <w:rsid w:val="00A601C8"/>
    <w:rsid w:val="00A60799"/>
    <w:rsid w:val="00A75563"/>
    <w:rsid w:val="00A77C4E"/>
    <w:rsid w:val="00A84C85"/>
    <w:rsid w:val="00A9116A"/>
    <w:rsid w:val="00A97DE1"/>
    <w:rsid w:val="00A97EA8"/>
    <w:rsid w:val="00AB053C"/>
    <w:rsid w:val="00AB6DA7"/>
    <w:rsid w:val="00AD1146"/>
    <w:rsid w:val="00AD27D3"/>
    <w:rsid w:val="00AD66D6"/>
    <w:rsid w:val="00AE1160"/>
    <w:rsid w:val="00AE203C"/>
    <w:rsid w:val="00AE2E74"/>
    <w:rsid w:val="00AE5FCB"/>
    <w:rsid w:val="00AF2C1E"/>
    <w:rsid w:val="00B0440F"/>
    <w:rsid w:val="00B06142"/>
    <w:rsid w:val="00B123DD"/>
    <w:rsid w:val="00B135B1"/>
    <w:rsid w:val="00B3130B"/>
    <w:rsid w:val="00B3242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3AC"/>
    <w:rsid w:val="00B90885"/>
    <w:rsid w:val="00BB4A37"/>
    <w:rsid w:val="00BB520A"/>
    <w:rsid w:val="00BD3869"/>
    <w:rsid w:val="00BD66E9"/>
    <w:rsid w:val="00BD6FF4"/>
    <w:rsid w:val="00BF2C41"/>
    <w:rsid w:val="00C058B4"/>
    <w:rsid w:val="00C05F44"/>
    <w:rsid w:val="00C131B5"/>
    <w:rsid w:val="00C156E0"/>
    <w:rsid w:val="00C16ABF"/>
    <w:rsid w:val="00C170AE"/>
    <w:rsid w:val="00C256D8"/>
    <w:rsid w:val="00C26CB7"/>
    <w:rsid w:val="00C324C1"/>
    <w:rsid w:val="00C3641A"/>
    <w:rsid w:val="00C36992"/>
    <w:rsid w:val="00C55AF7"/>
    <w:rsid w:val="00C56036"/>
    <w:rsid w:val="00C61DC5"/>
    <w:rsid w:val="00C67E92"/>
    <w:rsid w:val="00C70A26"/>
    <w:rsid w:val="00C766DF"/>
    <w:rsid w:val="00C804C7"/>
    <w:rsid w:val="00C8327D"/>
    <w:rsid w:val="00C91887"/>
    <w:rsid w:val="00C9281B"/>
    <w:rsid w:val="00C947B7"/>
    <w:rsid w:val="00C94B98"/>
    <w:rsid w:val="00CA2B96"/>
    <w:rsid w:val="00CA5089"/>
    <w:rsid w:val="00CA5DDE"/>
    <w:rsid w:val="00CB46CD"/>
    <w:rsid w:val="00CD6897"/>
    <w:rsid w:val="00CE5BAC"/>
    <w:rsid w:val="00CF1E33"/>
    <w:rsid w:val="00CF25BE"/>
    <w:rsid w:val="00CF5941"/>
    <w:rsid w:val="00CF78ED"/>
    <w:rsid w:val="00D02B25"/>
    <w:rsid w:val="00D02EBA"/>
    <w:rsid w:val="00D03D9C"/>
    <w:rsid w:val="00D17C3C"/>
    <w:rsid w:val="00D26B2C"/>
    <w:rsid w:val="00D352C9"/>
    <w:rsid w:val="00D367B2"/>
    <w:rsid w:val="00D425B2"/>
    <w:rsid w:val="00D428D6"/>
    <w:rsid w:val="00D552B2"/>
    <w:rsid w:val="00D608D1"/>
    <w:rsid w:val="00D66960"/>
    <w:rsid w:val="00D74119"/>
    <w:rsid w:val="00D8075B"/>
    <w:rsid w:val="00D8678B"/>
    <w:rsid w:val="00D942D5"/>
    <w:rsid w:val="00DA2114"/>
    <w:rsid w:val="00DC01AC"/>
    <w:rsid w:val="00DD6515"/>
    <w:rsid w:val="00DE09C0"/>
    <w:rsid w:val="00DE4A14"/>
    <w:rsid w:val="00DF320D"/>
    <w:rsid w:val="00DF3687"/>
    <w:rsid w:val="00DF71C8"/>
    <w:rsid w:val="00E129B8"/>
    <w:rsid w:val="00E21E7D"/>
    <w:rsid w:val="00E22FBC"/>
    <w:rsid w:val="00E24BF5"/>
    <w:rsid w:val="00E25338"/>
    <w:rsid w:val="00E37DD1"/>
    <w:rsid w:val="00E51E44"/>
    <w:rsid w:val="00E5631A"/>
    <w:rsid w:val="00E63348"/>
    <w:rsid w:val="00E77E88"/>
    <w:rsid w:val="00E8107D"/>
    <w:rsid w:val="00E856D9"/>
    <w:rsid w:val="00E87C88"/>
    <w:rsid w:val="00E93ABF"/>
    <w:rsid w:val="00E960BB"/>
    <w:rsid w:val="00E96FA5"/>
    <w:rsid w:val="00EA0F46"/>
    <w:rsid w:val="00EA2074"/>
    <w:rsid w:val="00EA4832"/>
    <w:rsid w:val="00EA4E9D"/>
    <w:rsid w:val="00EA52AF"/>
    <w:rsid w:val="00EB5401"/>
    <w:rsid w:val="00EC0E9B"/>
    <w:rsid w:val="00EC35AB"/>
    <w:rsid w:val="00EC4899"/>
    <w:rsid w:val="00ED03AB"/>
    <w:rsid w:val="00ED1894"/>
    <w:rsid w:val="00ED32D2"/>
    <w:rsid w:val="00EE32DE"/>
    <w:rsid w:val="00EE5457"/>
    <w:rsid w:val="00F070AB"/>
    <w:rsid w:val="00F1241F"/>
    <w:rsid w:val="00F17567"/>
    <w:rsid w:val="00F27A7B"/>
    <w:rsid w:val="00F505BB"/>
    <w:rsid w:val="00F526AF"/>
    <w:rsid w:val="00F617C3"/>
    <w:rsid w:val="00F628F7"/>
    <w:rsid w:val="00F62FFD"/>
    <w:rsid w:val="00F7066B"/>
    <w:rsid w:val="00F7179C"/>
    <w:rsid w:val="00F7515C"/>
    <w:rsid w:val="00F76273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A21A3F-F2C7-4C9D-BBE1-A6B5C223C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6A1EB9-FECC-4E16-B2B4-B84A72843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9</TotalTime>
  <Pages>4</Pages>
  <Words>902</Words>
  <Characters>5417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Katedra</cp:lastModifiedBy>
  <cp:revision>7</cp:revision>
  <cp:lastPrinted>2019-02-06T12:12:00Z</cp:lastPrinted>
  <dcterms:created xsi:type="dcterms:W3CDTF">2023-11-24T08:56:00Z</dcterms:created>
  <dcterms:modified xsi:type="dcterms:W3CDTF">2023-11-24T09:34:00Z</dcterms:modified>
</cp:coreProperties>
</file>